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992"/>
        <w:gridCol w:w="4253"/>
      </w:tblGrid>
      <w:tr w:rsidR="00776481" w:rsidRPr="0058705E" w:rsidTr="00776481">
        <w:trPr>
          <w:trHeight w:hRule="exact" w:val="1304"/>
        </w:trPr>
        <w:tc>
          <w:tcPr>
            <w:tcW w:w="4890" w:type="dxa"/>
          </w:tcPr>
          <w:p w:rsidR="00776481" w:rsidRPr="00776481" w:rsidRDefault="00776481" w:rsidP="00776481">
            <w:pPr>
              <w:rPr>
                <w:spacing w:val="-12"/>
                <w:sz w:val="18"/>
                <w:szCs w:val="18"/>
              </w:rPr>
            </w:pPr>
          </w:p>
        </w:tc>
        <w:tc>
          <w:tcPr>
            <w:tcW w:w="992" w:type="dxa"/>
          </w:tcPr>
          <w:p w:rsidR="00776481" w:rsidRPr="0058705E" w:rsidRDefault="00776481" w:rsidP="003E5B9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3" w:type="dxa"/>
          </w:tcPr>
          <w:p w:rsidR="00776481" w:rsidRPr="00776481" w:rsidRDefault="00776481" w:rsidP="00776481">
            <w:pPr>
              <w:ind w:left="57"/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94B40F" wp14:editId="70CC8AD9">
                  <wp:extent cx="1238250" cy="685800"/>
                  <wp:effectExtent l="0" t="0" r="0" b="0"/>
                  <wp:docPr id="7" name="Bild 1" descr="Test_KVB_Signet_positiv_1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st_KVB_Signet_positiv_1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B5A" w:rsidRPr="00776481" w:rsidRDefault="007D2B5A" w:rsidP="006F1D3F">
      <w:pPr>
        <w:jc w:val="center"/>
        <w:rPr>
          <w:rFonts w:ascii="Arial" w:hAnsi="Arial"/>
          <w:sz w:val="12"/>
          <w:szCs w:val="12"/>
        </w:rPr>
      </w:pPr>
    </w:p>
    <w:p w:rsidR="00776481" w:rsidRPr="00776481" w:rsidRDefault="00776481" w:rsidP="006F1D3F">
      <w:pPr>
        <w:jc w:val="center"/>
        <w:rPr>
          <w:rFonts w:ascii="Arial" w:hAnsi="Arial"/>
          <w:sz w:val="12"/>
          <w:szCs w:val="12"/>
        </w:rPr>
      </w:pPr>
    </w:p>
    <w:p w:rsidR="006F1D3F" w:rsidRDefault="006F1D3F" w:rsidP="006F1D3F">
      <w:pPr>
        <w:jc w:val="center"/>
        <w:rPr>
          <w:rFonts w:ascii="Arial" w:hAnsi="Arial"/>
          <w:sz w:val="12"/>
          <w:szCs w:val="12"/>
        </w:rPr>
      </w:pPr>
    </w:p>
    <w:p w:rsidR="00B7044B" w:rsidRPr="003E5231" w:rsidRDefault="00815E1D" w:rsidP="006F1D3F">
      <w:pPr>
        <w:jc w:val="center"/>
        <w:rPr>
          <w:rFonts w:ascii="Arial" w:hAnsi="Arial"/>
          <w:b/>
          <w:sz w:val="12"/>
          <w:szCs w:val="12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3C920A" wp14:editId="78BB62A5">
                <wp:simplePos x="0" y="0"/>
                <wp:positionH relativeFrom="column">
                  <wp:posOffset>3636736</wp:posOffset>
                </wp:positionH>
                <wp:positionV relativeFrom="paragraph">
                  <wp:posOffset>126365</wp:posOffset>
                </wp:positionV>
                <wp:extent cx="2628900" cy="914400"/>
                <wp:effectExtent l="0" t="3175" r="4445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069C" w:rsidRPr="00C07D35" w:rsidRDefault="002F03E5" w:rsidP="00B1069C">
                            <w:pPr>
                              <w:pStyle w:val="Empfnger1"/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C0C0C0"/>
                                <w:sz w:val="36"/>
                                <w:szCs w:val="36"/>
                                <w:lang w:val="en-AU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C0C0"/>
                                <w:lang w:val="en-AU"/>
                              </w:rPr>
                              <w:t>S</w:t>
                            </w:r>
                            <w:r w:rsidRPr="00C07D35">
                              <w:rPr>
                                <w:b/>
                                <w:bCs/>
                                <w:color w:val="C0C0C0"/>
                                <w:lang w:val="en-AU"/>
                              </w:rPr>
                              <w:t>tempel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C0C0C0"/>
                                <w:lang w:val="en-AU"/>
                              </w:rPr>
                              <w:t xml:space="preserve"> </w:t>
                            </w:r>
                            <w:r w:rsidR="008007FE">
                              <w:rPr>
                                <w:b/>
                                <w:bCs/>
                                <w:color w:val="C0C0C0"/>
                                <w:lang w:val="en-AU"/>
                              </w:rPr>
                              <w:t xml:space="preserve">des </w:t>
                            </w:r>
                            <w:proofErr w:type="spellStart"/>
                            <w:r w:rsidR="008007FE">
                              <w:rPr>
                                <w:b/>
                                <w:bCs/>
                                <w:color w:val="C0C0C0"/>
                                <w:lang w:val="en-AU"/>
                              </w:rPr>
                              <w:t>Labors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3C920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86.35pt;margin-top:9.95pt;width:207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" stroked="f">
                <v:textbox>
                  <w:txbxContent>
                    <w:p w:rsidR="00B1069C" w:rsidRPr="00C07D35" w:rsidRDefault="002F03E5" w:rsidP="00B1069C">
                      <w:pPr>
                        <w:pStyle w:val="Empfnger1"/>
                        <w:jc w:val="center"/>
                        <w:rPr>
                          <w:rFonts w:ascii="Verdana" w:hAnsi="Verdana"/>
                          <w:b/>
                          <w:bCs/>
                          <w:color w:val="C0C0C0"/>
                          <w:sz w:val="36"/>
                          <w:szCs w:val="36"/>
                          <w:lang w:val="en-AU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C0C0"/>
                          <w:lang w:val="en-AU"/>
                        </w:rPr>
                        <w:t>S</w:t>
                      </w:r>
                      <w:r w:rsidRPr="00C07D35">
                        <w:rPr>
                          <w:b/>
                          <w:bCs/>
                          <w:color w:val="C0C0C0"/>
                          <w:lang w:val="en-AU"/>
                        </w:rPr>
                        <w:t>tempel</w:t>
                      </w:r>
                      <w:proofErr w:type="spellEnd"/>
                      <w:r>
                        <w:rPr>
                          <w:b/>
                          <w:bCs/>
                          <w:color w:val="C0C0C0"/>
                          <w:lang w:val="en-AU"/>
                        </w:rPr>
                        <w:t xml:space="preserve"> </w:t>
                      </w:r>
                      <w:r w:rsidR="008007FE">
                        <w:rPr>
                          <w:b/>
                          <w:bCs/>
                          <w:color w:val="C0C0C0"/>
                          <w:lang w:val="en-AU"/>
                        </w:rPr>
                        <w:t xml:space="preserve">des </w:t>
                      </w:r>
                      <w:proofErr w:type="spellStart"/>
                      <w:r w:rsidR="008007FE">
                        <w:rPr>
                          <w:b/>
                          <w:bCs/>
                          <w:color w:val="C0C0C0"/>
                          <w:lang w:val="en-AU"/>
                        </w:rPr>
                        <w:t>Labors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F2592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6B0399E" wp14:editId="619F6393">
                <wp:simplePos x="0" y="0"/>
                <wp:positionH relativeFrom="column">
                  <wp:posOffset>3528695</wp:posOffset>
                </wp:positionH>
                <wp:positionV relativeFrom="paragraph">
                  <wp:posOffset>86360</wp:posOffset>
                </wp:positionV>
                <wp:extent cx="2880000" cy="1357200"/>
                <wp:effectExtent l="0" t="0" r="15875" b="14605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0000" cy="13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4516EC" id="Rectangle 10" o:spid="_x0000_s1026" style="position:absolute;margin-left:277.85pt;margin-top:6.8pt;width:226.75pt;height:10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" strokecolor="#969696"/>
            </w:pict>
          </mc:Fallback>
        </mc:AlternateContent>
      </w:r>
    </w:p>
    <w:tbl>
      <w:tblPr>
        <w:tblW w:w="5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0"/>
      </w:tblGrid>
      <w:tr w:rsidR="00B1069C" w:rsidTr="00B1069C">
        <w:trPr>
          <w:trHeight w:val="274"/>
        </w:trPr>
        <w:tc>
          <w:tcPr>
            <w:tcW w:w="5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7340" w:rsidRPr="003E5231" w:rsidRDefault="00FC7340" w:rsidP="00FC73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Per FAX </w:t>
            </w:r>
            <w:r w:rsidRPr="00FC7340">
              <w:rPr>
                <w:rFonts w:ascii="Arial" w:hAnsi="Arial" w:cs="Arial"/>
                <w:sz w:val="18"/>
                <w:szCs w:val="18"/>
              </w:rPr>
              <w:t>0941/3963-68234</w:t>
            </w:r>
            <w:r>
              <w:rPr>
                <w:rFonts w:ascii="Arial" w:hAnsi="Arial" w:cs="Arial"/>
                <w:sz w:val="18"/>
                <w:szCs w:val="18"/>
              </w:rPr>
              <w:t xml:space="preserve"> bzw.</w:t>
            </w:r>
          </w:p>
          <w:p w:rsidR="00B1069C" w:rsidRPr="003E5231" w:rsidRDefault="00B1069C" w:rsidP="006F393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C7340" w:rsidRPr="003E5231" w:rsidRDefault="00FC7340" w:rsidP="00FC734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76481" w:rsidRDefault="00776481" w:rsidP="006F393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1069C" w:rsidRPr="003E5231" w:rsidRDefault="00B1069C" w:rsidP="006F393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2F69BE" w:rsidRPr="002F69BE" w:rsidRDefault="002F69BE" w:rsidP="002F69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F69BE">
              <w:rPr>
                <w:rFonts w:ascii="Arial" w:hAnsi="Arial" w:cs="Arial"/>
                <w:sz w:val="20"/>
                <w:szCs w:val="20"/>
              </w:rPr>
              <w:t>Kassenärztliche Vereinigung Bayerns</w:t>
            </w:r>
          </w:p>
          <w:p w:rsidR="002F69BE" w:rsidRPr="002F69BE" w:rsidRDefault="002F69BE" w:rsidP="002F69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F69BE">
              <w:rPr>
                <w:rFonts w:ascii="Arial" w:hAnsi="Arial" w:cs="Arial"/>
                <w:sz w:val="20"/>
                <w:szCs w:val="20"/>
              </w:rPr>
              <w:t xml:space="preserve">Abrechnung - Laborabrechnung </w:t>
            </w:r>
            <w:r w:rsidR="00A373BA">
              <w:rPr>
                <w:rFonts w:ascii="Arial" w:hAnsi="Arial" w:cs="Arial"/>
                <w:sz w:val="20"/>
                <w:szCs w:val="20"/>
              </w:rPr>
              <w:t>RVO</w:t>
            </w:r>
          </w:p>
          <w:p w:rsidR="00B1069C" w:rsidRDefault="002F69BE" w:rsidP="002F69BE">
            <w:pPr>
              <w:jc w:val="both"/>
              <w:rPr>
                <w:rFonts w:ascii="Arial" w:hAnsi="Arial"/>
                <w:sz w:val="18"/>
              </w:rPr>
            </w:pPr>
            <w:r w:rsidRPr="002F69BE">
              <w:rPr>
                <w:rFonts w:ascii="Arial" w:hAnsi="Arial" w:cs="Arial"/>
                <w:sz w:val="20"/>
                <w:szCs w:val="20"/>
              </w:rPr>
              <w:t>80684 München</w:t>
            </w:r>
          </w:p>
        </w:tc>
      </w:tr>
    </w:tbl>
    <w:p w:rsidR="00C654F6" w:rsidRDefault="00C654F6" w:rsidP="00887C57">
      <w:pPr>
        <w:rPr>
          <w:rFonts w:ascii="Arial" w:hAnsi="Arial"/>
          <w:sz w:val="16"/>
          <w:szCs w:val="16"/>
        </w:rPr>
      </w:pPr>
    </w:p>
    <w:p w:rsidR="00B71134" w:rsidRPr="00887C57" w:rsidRDefault="00B71134" w:rsidP="00887C57">
      <w:pPr>
        <w:rPr>
          <w:rFonts w:ascii="Arial" w:hAnsi="Arial"/>
          <w:sz w:val="16"/>
          <w:szCs w:val="16"/>
        </w:rPr>
      </w:pPr>
    </w:p>
    <w:p w:rsidR="00FC7340" w:rsidRDefault="00FC7340" w:rsidP="006F1D3F">
      <w:pPr>
        <w:jc w:val="center"/>
        <w:rPr>
          <w:rFonts w:ascii="Arial" w:hAnsi="Arial"/>
          <w:sz w:val="16"/>
          <w:szCs w:val="16"/>
        </w:rPr>
      </w:pPr>
    </w:p>
    <w:p w:rsidR="00FC7340" w:rsidRDefault="00FC7340" w:rsidP="006F1D3F">
      <w:pPr>
        <w:jc w:val="center"/>
        <w:rPr>
          <w:rFonts w:ascii="Arial" w:hAnsi="Arial"/>
          <w:sz w:val="16"/>
          <w:szCs w:val="16"/>
        </w:rPr>
      </w:pPr>
    </w:p>
    <w:p w:rsidR="00FC7340" w:rsidRDefault="00FC7340" w:rsidP="006F1D3F">
      <w:pPr>
        <w:jc w:val="center"/>
        <w:rPr>
          <w:rFonts w:ascii="Arial" w:hAnsi="Arial"/>
          <w:sz w:val="16"/>
          <w:szCs w:val="16"/>
        </w:rPr>
      </w:pPr>
    </w:p>
    <w:p w:rsidR="00FC7340" w:rsidRDefault="00FC7340" w:rsidP="006F1D3F">
      <w:pPr>
        <w:jc w:val="center"/>
        <w:rPr>
          <w:rFonts w:ascii="Arial" w:hAnsi="Arial"/>
          <w:sz w:val="16"/>
          <w:szCs w:val="16"/>
        </w:rPr>
      </w:pPr>
    </w:p>
    <w:p w:rsidR="00FC7340" w:rsidRDefault="00FC7340" w:rsidP="006F1D3F">
      <w:pPr>
        <w:jc w:val="center"/>
        <w:rPr>
          <w:rFonts w:ascii="Arial" w:hAnsi="Arial"/>
          <w:sz w:val="16"/>
          <w:szCs w:val="16"/>
        </w:rPr>
      </w:pPr>
    </w:p>
    <w:p w:rsidR="00FC7340" w:rsidRDefault="00FC7340" w:rsidP="006F1D3F">
      <w:pPr>
        <w:jc w:val="center"/>
        <w:rPr>
          <w:rFonts w:ascii="Arial" w:hAnsi="Arial"/>
          <w:sz w:val="16"/>
          <w:szCs w:val="16"/>
        </w:rPr>
      </w:pPr>
    </w:p>
    <w:p w:rsidR="00FC7340" w:rsidRDefault="00FC7340" w:rsidP="006F1D3F">
      <w:pPr>
        <w:jc w:val="center"/>
        <w:rPr>
          <w:rFonts w:ascii="Arial" w:hAnsi="Arial"/>
          <w:b/>
          <w:sz w:val="22"/>
          <w:szCs w:val="22"/>
        </w:rPr>
      </w:pPr>
    </w:p>
    <w:p w:rsidR="00A373BA" w:rsidRDefault="00A373BA" w:rsidP="006F1D3F">
      <w:pPr>
        <w:jc w:val="center"/>
        <w:rPr>
          <w:rFonts w:ascii="Arial" w:hAnsi="Arial"/>
          <w:b/>
          <w:sz w:val="22"/>
          <w:szCs w:val="22"/>
        </w:rPr>
      </w:pPr>
    </w:p>
    <w:p w:rsidR="00A373BA" w:rsidRDefault="00A373BA" w:rsidP="006F1D3F">
      <w:pPr>
        <w:jc w:val="center"/>
        <w:rPr>
          <w:rFonts w:ascii="Arial" w:hAnsi="Arial"/>
          <w:b/>
          <w:sz w:val="22"/>
          <w:szCs w:val="22"/>
        </w:rPr>
      </w:pPr>
    </w:p>
    <w:p w:rsidR="00A373BA" w:rsidRDefault="00A373BA" w:rsidP="00A373BA">
      <w:pPr>
        <w:pStyle w:val="berschrift2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Labor-</w:t>
      </w:r>
      <w:r w:rsidR="00177D6C" w:rsidRPr="00177D6C">
        <w:rPr>
          <w:rFonts w:ascii="Arial" w:eastAsia="Times New Roman" w:hAnsi="Arial" w:cs="Arial"/>
          <w:color w:val="000000"/>
          <w:sz w:val="20"/>
          <w:szCs w:val="20"/>
        </w:rPr>
        <w:t xml:space="preserve">Abrechnung </w:t>
      </w:r>
      <w:r w:rsidRPr="00A373BA">
        <w:rPr>
          <w:rFonts w:ascii="Arial" w:eastAsia="Times New Roman" w:hAnsi="Arial" w:cs="Arial"/>
          <w:color w:val="000000"/>
          <w:sz w:val="20"/>
          <w:szCs w:val="20"/>
        </w:rPr>
        <w:t xml:space="preserve">mit der </w:t>
      </w:r>
      <w:r>
        <w:rPr>
          <w:rFonts w:ascii="Arial" w:eastAsia="Times New Roman" w:hAnsi="Arial" w:cs="Arial"/>
          <w:color w:val="000000"/>
          <w:sz w:val="20"/>
          <w:szCs w:val="20"/>
        </w:rPr>
        <w:t>Kassenärztlichen Vereinigung Bayerns (</w:t>
      </w:r>
      <w:r w:rsidRPr="00A373BA">
        <w:rPr>
          <w:rFonts w:ascii="Arial" w:eastAsia="Times New Roman" w:hAnsi="Arial" w:cs="Arial"/>
          <w:color w:val="000000"/>
          <w:sz w:val="20"/>
          <w:szCs w:val="20"/>
        </w:rPr>
        <w:t>KVB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) für </w:t>
      </w:r>
      <w:r w:rsidR="00FA3D07">
        <w:rPr>
          <w:rFonts w:ascii="Arial" w:eastAsia="Times New Roman" w:hAnsi="Arial" w:cs="Arial"/>
          <w:color w:val="000000"/>
          <w:sz w:val="20"/>
          <w:szCs w:val="20"/>
        </w:rPr>
        <w:t>Laborleistungen nach den Kriterien des Bundes (</w:t>
      </w:r>
      <w:r>
        <w:rPr>
          <w:rFonts w:ascii="Arial" w:eastAsia="Times New Roman" w:hAnsi="Arial" w:cs="Arial"/>
          <w:color w:val="000000"/>
          <w:sz w:val="20"/>
          <w:szCs w:val="20"/>
        </w:rPr>
        <w:t>RVO</w:t>
      </w:r>
      <w:r w:rsidR="00FA3D07">
        <w:rPr>
          <w:rFonts w:ascii="Arial" w:eastAsia="Times New Roman" w:hAnsi="Arial" w:cs="Arial"/>
          <w:color w:val="000000"/>
          <w:sz w:val="20"/>
          <w:szCs w:val="20"/>
        </w:rPr>
        <w:t>)</w:t>
      </w:r>
      <w:r w:rsidR="001767D7">
        <w:rPr>
          <w:rFonts w:ascii="Arial" w:eastAsia="Times New Roman" w:hAnsi="Arial" w:cs="Arial"/>
          <w:color w:val="000000"/>
          <w:sz w:val="20"/>
          <w:szCs w:val="20"/>
        </w:rPr>
        <w:t xml:space="preserve"> und / oder </w:t>
      </w:r>
      <w:proofErr w:type="spellStart"/>
      <w:r w:rsidR="001767D7" w:rsidRPr="001767D7">
        <w:rPr>
          <w:rFonts w:ascii="Arial" w:eastAsia="Times New Roman" w:hAnsi="Arial" w:cs="Arial"/>
          <w:color w:val="000000"/>
          <w:sz w:val="20"/>
          <w:szCs w:val="20"/>
        </w:rPr>
        <w:t>Coronavirus</w:t>
      </w:r>
      <w:proofErr w:type="spellEnd"/>
      <w:r w:rsidR="001767D7" w:rsidRPr="001767D7">
        <w:rPr>
          <w:rFonts w:ascii="Arial" w:eastAsia="Times New Roman" w:hAnsi="Arial" w:cs="Arial"/>
          <w:color w:val="000000"/>
          <w:sz w:val="20"/>
          <w:szCs w:val="20"/>
        </w:rPr>
        <w:t>-Testverordnung – TestV</w:t>
      </w:r>
      <w:r w:rsidR="00FA3D07">
        <w:rPr>
          <w:rFonts w:ascii="Arial" w:eastAsia="Times New Roman" w:hAnsi="Arial" w:cs="Arial"/>
          <w:color w:val="000000"/>
          <w:sz w:val="20"/>
          <w:szCs w:val="20"/>
        </w:rPr>
        <w:t>.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177D6C" w:rsidRPr="00177D6C" w:rsidRDefault="00A373BA" w:rsidP="00A373BA">
      <w:pPr>
        <w:pStyle w:val="berschrift2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FC7340" w:rsidRDefault="00FC7340" w:rsidP="006F1D3F">
      <w:pPr>
        <w:jc w:val="center"/>
        <w:rPr>
          <w:rFonts w:ascii="Arial" w:hAnsi="Arial"/>
          <w:b/>
          <w:sz w:val="22"/>
          <w:szCs w:val="22"/>
        </w:rPr>
      </w:pPr>
    </w:p>
    <w:p w:rsidR="006F1D3F" w:rsidRDefault="00177D6C" w:rsidP="006F1D3F">
      <w:pPr>
        <w:jc w:val="center"/>
        <w:rPr>
          <w:rFonts w:ascii="Arial" w:hAnsi="Arial"/>
          <w:spacing w:val="-4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E</w:t>
      </w:r>
      <w:r w:rsidR="00B1069C" w:rsidRPr="0046217E">
        <w:rPr>
          <w:rFonts w:ascii="Arial" w:hAnsi="Arial"/>
          <w:b/>
          <w:sz w:val="22"/>
          <w:szCs w:val="22"/>
        </w:rPr>
        <w:t xml:space="preserve">rklärung </w:t>
      </w:r>
      <w:r w:rsidR="00FC7340">
        <w:rPr>
          <w:rFonts w:ascii="Arial" w:hAnsi="Arial"/>
          <w:b/>
          <w:sz w:val="22"/>
          <w:szCs w:val="22"/>
        </w:rPr>
        <w:t xml:space="preserve">für </w:t>
      </w:r>
      <w:r>
        <w:rPr>
          <w:rFonts w:ascii="Arial" w:hAnsi="Arial"/>
          <w:b/>
          <w:sz w:val="22"/>
          <w:szCs w:val="22"/>
        </w:rPr>
        <w:t xml:space="preserve">das </w:t>
      </w:r>
      <w:r w:rsidR="00A373BA">
        <w:rPr>
          <w:rFonts w:ascii="Arial" w:hAnsi="Arial"/>
          <w:b/>
          <w:sz w:val="22"/>
          <w:szCs w:val="22"/>
        </w:rPr>
        <w:t>Jahr / Monat (JJJJMM)    _______</w:t>
      </w:r>
      <w:r w:rsidR="00FC7340">
        <w:rPr>
          <w:rFonts w:ascii="Arial" w:hAnsi="Arial"/>
          <w:b/>
          <w:sz w:val="22"/>
          <w:szCs w:val="22"/>
        </w:rPr>
        <w:t>_________</w:t>
      </w:r>
      <w:r w:rsidR="006F1D3F" w:rsidRPr="00FB6109">
        <w:rPr>
          <w:rFonts w:ascii="Arial" w:hAnsi="Arial"/>
          <w:spacing w:val="-4"/>
          <w:sz w:val="22"/>
          <w:szCs w:val="22"/>
        </w:rPr>
        <w:t xml:space="preserve"> </w:t>
      </w:r>
    </w:p>
    <w:p w:rsidR="009C307C" w:rsidRPr="00FB6109" w:rsidRDefault="009C307C" w:rsidP="006F1D3F">
      <w:pPr>
        <w:jc w:val="center"/>
        <w:rPr>
          <w:rFonts w:ascii="Arial" w:hAnsi="Arial"/>
          <w:spacing w:val="-4"/>
        </w:rPr>
      </w:pPr>
    </w:p>
    <w:p w:rsidR="00A75B16" w:rsidRDefault="00A75B16">
      <w:pPr>
        <w:rPr>
          <w:rFonts w:ascii="Arial" w:hAnsi="Arial" w:cs="Arial"/>
          <w:spacing w:val="-4"/>
          <w:sz w:val="20"/>
          <w:szCs w:val="20"/>
        </w:rPr>
      </w:pPr>
    </w:p>
    <w:p w:rsidR="00FC7340" w:rsidRPr="002F03E5" w:rsidRDefault="00FC7340">
      <w:pPr>
        <w:rPr>
          <w:rFonts w:ascii="Arial" w:hAnsi="Arial" w:cs="Arial"/>
          <w:spacing w:val="-4"/>
          <w:sz w:val="20"/>
          <w:szCs w:val="20"/>
        </w:rPr>
      </w:pPr>
    </w:p>
    <w:p w:rsidR="002F03E5" w:rsidRDefault="002F03E5" w:rsidP="002F03E5">
      <w:pPr>
        <w:rPr>
          <w:rFonts w:ascii="Arial" w:hAnsi="Arial" w:cs="Arial"/>
          <w:color w:val="000000"/>
          <w:sz w:val="20"/>
          <w:szCs w:val="20"/>
        </w:rPr>
      </w:pPr>
      <w:r w:rsidRPr="002F03E5">
        <w:rPr>
          <w:rFonts w:ascii="Arial" w:hAnsi="Arial" w:cs="Arial"/>
          <w:color w:val="000000"/>
          <w:sz w:val="20"/>
          <w:szCs w:val="20"/>
        </w:rPr>
        <w:t xml:space="preserve">Wir bestätigen, dass die abgerechneten </w:t>
      </w:r>
      <w:r w:rsidR="00445FB0">
        <w:rPr>
          <w:rFonts w:ascii="Arial" w:hAnsi="Arial" w:cs="Arial"/>
          <w:color w:val="000000"/>
          <w:sz w:val="20"/>
          <w:szCs w:val="20"/>
        </w:rPr>
        <w:t xml:space="preserve">Testungen für den </w:t>
      </w:r>
      <w:proofErr w:type="spellStart"/>
      <w:r w:rsidR="00445FB0">
        <w:rPr>
          <w:rFonts w:ascii="Arial" w:hAnsi="Arial" w:cs="Arial"/>
          <w:color w:val="000000"/>
          <w:sz w:val="20"/>
          <w:szCs w:val="20"/>
        </w:rPr>
        <w:t>Nukleinsäurenachweis</w:t>
      </w:r>
      <w:proofErr w:type="spellEnd"/>
      <w:r w:rsidR="001767D7">
        <w:rPr>
          <w:rFonts w:ascii="Arial" w:hAnsi="Arial" w:cs="Arial"/>
          <w:color w:val="000000"/>
          <w:sz w:val="20"/>
          <w:szCs w:val="20"/>
        </w:rPr>
        <w:t xml:space="preserve"> und/oder Antigen-Test </w:t>
      </w:r>
      <w:r w:rsidR="00445FB0">
        <w:rPr>
          <w:rFonts w:ascii="Arial" w:hAnsi="Arial" w:cs="Arial"/>
          <w:color w:val="000000"/>
          <w:sz w:val="20"/>
          <w:szCs w:val="20"/>
        </w:rPr>
        <w:t>des Vorliegens einer Infektion mit</w:t>
      </w:r>
      <w:r w:rsidR="00B217F2">
        <w:rPr>
          <w:rFonts w:ascii="Arial" w:hAnsi="Arial" w:cs="Arial"/>
          <w:color w:val="000000"/>
          <w:sz w:val="20"/>
          <w:szCs w:val="20"/>
        </w:rPr>
        <w:t xml:space="preserve"> dem beta-</w:t>
      </w:r>
      <w:proofErr w:type="spellStart"/>
      <w:r w:rsidR="00B217F2">
        <w:rPr>
          <w:rFonts w:ascii="Arial" w:hAnsi="Arial" w:cs="Arial"/>
          <w:color w:val="000000"/>
          <w:sz w:val="20"/>
          <w:szCs w:val="20"/>
        </w:rPr>
        <w:t>Coronavirus</w:t>
      </w:r>
      <w:proofErr w:type="spellEnd"/>
      <w:r w:rsidR="00B217F2">
        <w:rPr>
          <w:rFonts w:ascii="Arial" w:hAnsi="Arial" w:cs="Arial"/>
          <w:color w:val="000000"/>
          <w:sz w:val="20"/>
          <w:szCs w:val="20"/>
        </w:rPr>
        <w:t xml:space="preserve"> SARS-CoV-2</w:t>
      </w:r>
      <w:r w:rsidRPr="002F03E5">
        <w:rPr>
          <w:rFonts w:ascii="Arial" w:hAnsi="Arial" w:cs="Arial"/>
          <w:color w:val="000000"/>
          <w:sz w:val="20"/>
          <w:szCs w:val="20"/>
        </w:rPr>
        <w:t xml:space="preserve"> von dazu berechtigten Ärzten oder von einem unter </w:t>
      </w:r>
      <w:r w:rsidRPr="002F03E5">
        <w:rPr>
          <w:rFonts w:ascii="Arial" w:hAnsi="Arial" w:cs="Arial"/>
          <w:noProof/>
          <w:color w:val="000000"/>
          <w:sz w:val="20"/>
          <w:szCs w:val="20"/>
        </w:rPr>
        <w:t>unserer</w:t>
      </w:r>
      <w:r w:rsidRPr="002F03E5">
        <w:rPr>
          <w:rFonts w:ascii="Arial" w:hAnsi="Arial" w:cs="Arial"/>
          <w:color w:val="000000"/>
          <w:sz w:val="20"/>
          <w:szCs w:val="20"/>
        </w:rPr>
        <w:t xml:space="preserve"> Verantwortung stehenden nichtärztlichen Mitarbeiter unter ärztlicher Überwachung erbracht worden sind und dass die von uns eingereichte Abrechnung sachlich richtig und vollständig ist.</w:t>
      </w:r>
    </w:p>
    <w:p w:rsidR="00936C07" w:rsidRDefault="00936C07" w:rsidP="002F03E5">
      <w:pPr>
        <w:rPr>
          <w:rFonts w:ascii="Calibri" w:hAnsi="Calibri"/>
          <w:color w:val="1F497D"/>
        </w:rPr>
      </w:pPr>
    </w:p>
    <w:p w:rsidR="00FC7340" w:rsidRDefault="00FC7340" w:rsidP="002F03E5">
      <w:pPr>
        <w:rPr>
          <w:rFonts w:ascii="Arial" w:hAnsi="Arial" w:cs="Arial"/>
          <w:color w:val="000000"/>
          <w:sz w:val="20"/>
          <w:szCs w:val="20"/>
        </w:rPr>
      </w:pPr>
    </w:p>
    <w:p w:rsidR="00FC7340" w:rsidRPr="002F03E5" w:rsidRDefault="00FC7340" w:rsidP="002F03E5">
      <w:pPr>
        <w:rPr>
          <w:rFonts w:ascii="Arial" w:hAnsi="Arial" w:cs="Arial"/>
          <w:color w:val="000000"/>
          <w:sz w:val="20"/>
          <w:szCs w:val="20"/>
        </w:rPr>
      </w:pPr>
    </w:p>
    <w:p w:rsidR="00FC7340" w:rsidRDefault="00FC7340" w:rsidP="002F03E5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Die mit CryptShare übermittelte Datei hat folgendes Passwort:</w:t>
      </w:r>
    </w:p>
    <w:p w:rsidR="00FC7340" w:rsidRDefault="00FC7340" w:rsidP="002F03E5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C7340" w:rsidRDefault="00FC7340" w:rsidP="002F03E5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C7340" w:rsidRDefault="00FC7340" w:rsidP="002F03E5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-------------------------------------------------------------------------</w:t>
      </w:r>
    </w:p>
    <w:p w:rsidR="00FC7340" w:rsidRDefault="00FC7340" w:rsidP="002F03E5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C7340" w:rsidRDefault="00FC7340" w:rsidP="002F03E5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C7340" w:rsidRDefault="00FC7340" w:rsidP="002F03E5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C7340" w:rsidRDefault="00FC7340" w:rsidP="002F03E5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F03E5" w:rsidRPr="002F03E5" w:rsidRDefault="00F81624" w:rsidP="00AB147B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Bitte reichen Sie</w:t>
      </w:r>
      <w:r w:rsidR="00FC7340">
        <w:rPr>
          <w:rFonts w:ascii="Arial" w:hAnsi="Arial" w:cs="Arial"/>
          <w:b/>
          <w:bCs/>
          <w:color w:val="000000"/>
          <w:sz w:val="20"/>
          <w:szCs w:val="20"/>
        </w:rPr>
        <w:t xml:space="preserve"> diese </w:t>
      </w:r>
      <w:r w:rsidR="002F03E5" w:rsidRPr="002F03E5">
        <w:rPr>
          <w:rFonts w:ascii="Arial" w:hAnsi="Arial" w:cs="Arial"/>
          <w:b/>
          <w:bCs/>
          <w:color w:val="000000"/>
          <w:sz w:val="20"/>
          <w:szCs w:val="20"/>
        </w:rPr>
        <w:t>Abrechnungserklärung</w:t>
      </w:r>
      <w:r w:rsidR="00AB147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45FB0">
        <w:rPr>
          <w:rFonts w:ascii="Arial" w:hAnsi="Arial" w:cs="Arial"/>
          <w:b/>
          <w:bCs/>
          <w:color w:val="000000"/>
          <w:sz w:val="20"/>
          <w:szCs w:val="20"/>
        </w:rPr>
        <w:t xml:space="preserve">zusätzlich zu Ihrer </w:t>
      </w:r>
      <w:r w:rsidR="00FC7340">
        <w:rPr>
          <w:rFonts w:ascii="Arial" w:hAnsi="Arial" w:cs="Arial"/>
          <w:b/>
          <w:bCs/>
          <w:color w:val="000000"/>
          <w:sz w:val="20"/>
          <w:szCs w:val="20"/>
        </w:rPr>
        <w:t>CSV-</w:t>
      </w:r>
      <w:r w:rsidR="00AB147B">
        <w:rPr>
          <w:rFonts w:ascii="Arial" w:hAnsi="Arial" w:cs="Arial"/>
          <w:b/>
          <w:bCs/>
          <w:color w:val="000000"/>
          <w:sz w:val="20"/>
          <w:szCs w:val="20"/>
        </w:rPr>
        <w:t>Datei ein</w:t>
      </w:r>
      <w:r w:rsidR="00D30C5C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445FB0">
        <w:rPr>
          <w:rFonts w:ascii="Arial" w:hAnsi="Arial" w:cs="Arial"/>
          <w:b/>
          <w:bCs/>
          <w:color w:val="000000"/>
          <w:sz w:val="20"/>
          <w:szCs w:val="20"/>
        </w:rPr>
        <w:t xml:space="preserve"> damit der </w:t>
      </w:r>
      <w:r w:rsidR="00FC7340">
        <w:rPr>
          <w:rFonts w:ascii="Arial" w:hAnsi="Arial" w:cs="Arial"/>
          <w:b/>
          <w:bCs/>
          <w:color w:val="000000"/>
          <w:sz w:val="20"/>
          <w:szCs w:val="20"/>
        </w:rPr>
        <w:t xml:space="preserve">Download </w:t>
      </w:r>
      <w:r w:rsidR="00445FB0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C7340">
        <w:rPr>
          <w:rFonts w:ascii="Arial" w:hAnsi="Arial" w:cs="Arial"/>
          <w:b/>
          <w:bCs/>
          <w:color w:val="000000"/>
          <w:sz w:val="20"/>
          <w:szCs w:val="20"/>
        </w:rPr>
        <w:t xml:space="preserve">hrer </w:t>
      </w:r>
      <w:r w:rsidR="00445FB0">
        <w:rPr>
          <w:rFonts w:ascii="Arial" w:hAnsi="Arial" w:cs="Arial"/>
          <w:b/>
          <w:bCs/>
          <w:color w:val="000000"/>
          <w:sz w:val="20"/>
          <w:szCs w:val="20"/>
        </w:rPr>
        <w:t xml:space="preserve">per CryptShare </w:t>
      </w:r>
      <w:r w:rsidR="00FC7340">
        <w:rPr>
          <w:rFonts w:ascii="Arial" w:hAnsi="Arial" w:cs="Arial"/>
          <w:b/>
          <w:bCs/>
          <w:color w:val="000000"/>
          <w:sz w:val="20"/>
          <w:szCs w:val="20"/>
        </w:rPr>
        <w:t xml:space="preserve">übermittelten Datei </w:t>
      </w:r>
      <w:r w:rsidR="00445FB0">
        <w:rPr>
          <w:rFonts w:ascii="Arial" w:hAnsi="Arial" w:cs="Arial"/>
          <w:b/>
          <w:bCs/>
          <w:color w:val="000000"/>
          <w:sz w:val="20"/>
          <w:szCs w:val="20"/>
        </w:rPr>
        <w:t xml:space="preserve">in der </w:t>
      </w:r>
      <w:r w:rsidR="00FC7340">
        <w:rPr>
          <w:rFonts w:ascii="Arial" w:hAnsi="Arial" w:cs="Arial"/>
          <w:b/>
          <w:bCs/>
          <w:color w:val="000000"/>
          <w:sz w:val="20"/>
          <w:szCs w:val="20"/>
        </w:rPr>
        <w:t xml:space="preserve">KVB </w:t>
      </w:r>
      <w:r w:rsidR="00445FB0">
        <w:rPr>
          <w:rFonts w:ascii="Arial" w:hAnsi="Arial" w:cs="Arial"/>
          <w:b/>
          <w:bCs/>
          <w:color w:val="000000"/>
          <w:sz w:val="20"/>
          <w:szCs w:val="20"/>
        </w:rPr>
        <w:t>erfolgen kann.</w:t>
      </w:r>
      <w:r w:rsidR="00FC734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56689B" w:rsidRPr="00FB6109" w:rsidRDefault="0056689B" w:rsidP="00126038">
      <w:pPr>
        <w:rPr>
          <w:rFonts w:ascii="Arial" w:hAnsi="Arial" w:cs="Arial"/>
          <w:color w:val="000000"/>
          <w:spacing w:val="-4"/>
          <w:sz w:val="16"/>
          <w:szCs w:val="16"/>
        </w:rPr>
      </w:pPr>
    </w:p>
    <w:p w:rsidR="001C3D46" w:rsidRPr="00FB6109" w:rsidRDefault="001C3D46" w:rsidP="00126038">
      <w:pPr>
        <w:rPr>
          <w:rFonts w:ascii="Arial" w:hAnsi="Arial" w:cs="Arial"/>
          <w:color w:val="000000"/>
          <w:spacing w:val="-4"/>
          <w:sz w:val="16"/>
          <w:szCs w:val="16"/>
        </w:rPr>
      </w:pPr>
    </w:p>
    <w:p w:rsidR="00B1069C" w:rsidRDefault="00B1069C" w:rsidP="00126038">
      <w:pPr>
        <w:rPr>
          <w:rFonts w:ascii="Arial" w:hAnsi="Arial" w:cs="Arial"/>
          <w:color w:val="000000"/>
          <w:spacing w:val="-4"/>
          <w:sz w:val="16"/>
          <w:szCs w:val="16"/>
        </w:rPr>
      </w:pPr>
    </w:p>
    <w:p w:rsidR="00A84A2E" w:rsidRPr="00FB6109" w:rsidRDefault="00A84A2E" w:rsidP="00126038">
      <w:pPr>
        <w:rPr>
          <w:rFonts w:ascii="Arial" w:hAnsi="Arial" w:cs="Arial"/>
          <w:color w:val="000000"/>
          <w:spacing w:val="-4"/>
          <w:sz w:val="16"/>
          <w:szCs w:val="16"/>
        </w:rPr>
      </w:pPr>
    </w:p>
    <w:p w:rsidR="00BD72A3" w:rsidRPr="00FB6109" w:rsidRDefault="00BD72A3" w:rsidP="00126038">
      <w:pPr>
        <w:rPr>
          <w:rFonts w:ascii="Arial" w:hAnsi="Arial" w:cs="Arial"/>
          <w:color w:val="000000"/>
          <w:spacing w:val="-4"/>
          <w:sz w:val="16"/>
          <w:szCs w:val="16"/>
        </w:rPr>
      </w:pPr>
    </w:p>
    <w:p w:rsidR="0099549F" w:rsidRPr="00FB6109" w:rsidRDefault="0099549F" w:rsidP="0099549F">
      <w:pPr>
        <w:rPr>
          <w:rFonts w:ascii="Arial" w:hAnsi="Arial" w:cs="Arial"/>
          <w:color w:val="000000"/>
          <w:spacing w:val="-4"/>
          <w:sz w:val="16"/>
          <w:szCs w:val="16"/>
        </w:rPr>
      </w:pPr>
    </w:p>
    <w:p w:rsidR="0099549F" w:rsidRPr="00FB6109" w:rsidRDefault="0099549F" w:rsidP="0099549F">
      <w:pPr>
        <w:rPr>
          <w:rFonts w:ascii="Arial" w:hAnsi="Arial" w:cs="Arial"/>
          <w:color w:val="000000"/>
          <w:spacing w:val="-4"/>
          <w:sz w:val="16"/>
          <w:szCs w:val="16"/>
        </w:rPr>
      </w:pPr>
      <w:r w:rsidRPr="00FB6109">
        <w:rPr>
          <w:rFonts w:ascii="Arial" w:hAnsi="Arial" w:cs="Arial"/>
          <w:noProof/>
          <w:color w:val="000000"/>
          <w:spacing w:val="-4"/>
          <w:sz w:val="16"/>
          <w:szCs w:val="16"/>
        </w:rPr>
        <w:drawing>
          <wp:anchor distT="0" distB="0" distL="114300" distR="114300" simplePos="0" relativeHeight="251659776" behindDoc="0" locked="0" layoutInCell="1" allowOverlap="1" wp14:anchorId="4C85A4DD" wp14:editId="3E129903">
            <wp:simplePos x="0" y="0"/>
            <wp:positionH relativeFrom="column">
              <wp:posOffset>6157531</wp:posOffset>
            </wp:positionH>
            <wp:positionV relativeFrom="paragraph">
              <wp:posOffset>22225</wp:posOffset>
            </wp:positionV>
            <wp:extent cx="361950" cy="333375"/>
            <wp:effectExtent l="0" t="0" r="0" b="9525"/>
            <wp:wrapNone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36" t="11632" r="11577" b="13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549F" w:rsidRPr="00FB6109" w:rsidRDefault="0099549F" w:rsidP="0099549F">
      <w:pPr>
        <w:rPr>
          <w:rFonts w:ascii="Arial" w:hAnsi="Arial" w:cs="Arial"/>
          <w:color w:val="000000"/>
          <w:spacing w:val="-4"/>
          <w:sz w:val="16"/>
          <w:szCs w:val="16"/>
        </w:rPr>
      </w:pPr>
    </w:p>
    <w:p w:rsidR="0099549F" w:rsidRPr="00FB6109" w:rsidRDefault="0099549F" w:rsidP="0099549F">
      <w:pPr>
        <w:rPr>
          <w:rFonts w:ascii="Arial" w:hAnsi="Arial" w:cs="Arial"/>
          <w:color w:val="000000"/>
          <w:spacing w:val="-4"/>
          <w:sz w:val="16"/>
          <w:szCs w:val="16"/>
        </w:rPr>
      </w:pP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0"/>
        <w:gridCol w:w="583"/>
        <w:gridCol w:w="5528"/>
      </w:tblGrid>
      <w:tr w:rsidR="0099549F" w:rsidRPr="00BC1D62" w:rsidTr="00BD4BD3">
        <w:tc>
          <w:tcPr>
            <w:tcW w:w="3670" w:type="dxa"/>
            <w:tcBorders>
              <w:top w:val="single" w:sz="4" w:space="0" w:color="auto"/>
            </w:tcBorders>
          </w:tcPr>
          <w:p w:rsidR="0099549F" w:rsidRPr="00817F54" w:rsidRDefault="0099549F" w:rsidP="00BD4BD3">
            <w:pPr>
              <w:jc w:val="both"/>
              <w:rPr>
                <w:rFonts w:ascii="Arial" w:hAnsi="Arial" w:cs="Arial"/>
                <w:spacing w:val="-4"/>
                <w:sz w:val="20"/>
              </w:rPr>
            </w:pPr>
            <w:r w:rsidRPr="00817F54">
              <w:rPr>
                <w:rFonts w:ascii="Arial" w:hAnsi="Arial" w:cs="Arial"/>
                <w:spacing w:val="-4"/>
                <w:sz w:val="20"/>
              </w:rPr>
              <w:t>Datum</w:t>
            </w:r>
          </w:p>
        </w:tc>
        <w:tc>
          <w:tcPr>
            <w:tcW w:w="583" w:type="dxa"/>
          </w:tcPr>
          <w:p w:rsidR="0099549F" w:rsidRPr="00817F54" w:rsidRDefault="0099549F" w:rsidP="00BD4BD3">
            <w:pPr>
              <w:jc w:val="both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99549F" w:rsidRPr="00BC1D62" w:rsidRDefault="002F03E5" w:rsidP="008007FE">
            <w:pPr>
              <w:jc w:val="both"/>
              <w:rPr>
                <w:rFonts w:ascii="Arial" w:hAnsi="Arial" w:cs="Arial"/>
                <w:spacing w:val="-4"/>
                <w:sz w:val="20"/>
              </w:rPr>
            </w:pPr>
            <w:r w:rsidRPr="00817F54">
              <w:rPr>
                <w:rFonts w:ascii="Arial" w:hAnsi="Arial" w:cs="Arial"/>
                <w:sz w:val="20"/>
              </w:rPr>
              <w:t xml:space="preserve">Unterschrift </w:t>
            </w:r>
            <w:r w:rsidR="008007FE">
              <w:rPr>
                <w:rFonts w:ascii="Arial" w:hAnsi="Arial" w:cs="Arial"/>
                <w:sz w:val="20"/>
              </w:rPr>
              <w:t>und Stempel des Labors</w:t>
            </w:r>
          </w:p>
        </w:tc>
      </w:tr>
    </w:tbl>
    <w:p w:rsidR="00B1069C" w:rsidRDefault="00B1069C" w:rsidP="00B1069C">
      <w:pPr>
        <w:jc w:val="both"/>
        <w:rPr>
          <w:rFonts w:ascii="Arial" w:hAnsi="Arial" w:cs="Arial"/>
          <w:color w:val="000000"/>
          <w:spacing w:val="-10"/>
          <w:sz w:val="12"/>
          <w:szCs w:val="12"/>
        </w:rPr>
      </w:pPr>
    </w:p>
    <w:sectPr w:rsidR="00B1069C" w:rsidSect="009C12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680" w:right="851" w:bottom="397" w:left="1134" w:header="454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93F" w:rsidRDefault="00DC493F">
      <w:r>
        <w:separator/>
      </w:r>
    </w:p>
  </w:endnote>
  <w:endnote w:type="continuationSeparator" w:id="0">
    <w:p w:rsidR="00DC493F" w:rsidRDefault="00DC4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3BA" w:rsidRDefault="00A373B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D62" w:rsidRDefault="00887C57" w:rsidP="00473D62">
    <w:pPr>
      <w:pStyle w:val="Fuzeile"/>
      <w:tabs>
        <w:tab w:val="clear" w:pos="9072"/>
        <w:tab w:val="right" w:pos="9921"/>
      </w:tabs>
      <w:rPr>
        <w:rFonts w:ascii="Arial" w:hAnsi="Arial" w:cs="Arial"/>
        <w:sz w:val="16"/>
      </w:rPr>
    </w:pPr>
    <w:r w:rsidRPr="00817F54">
      <w:rPr>
        <w:rFonts w:ascii="Arial" w:hAnsi="Arial" w:cs="Arial"/>
        <w:sz w:val="16"/>
      </w:rPr>
      <w:t xml:space="preserve">Abrechnungserklärung </w:t>
    </w:r>
    <w:r w:rsidR="002F03E5" w:rsidRPr="00817F54">
      <w:rPr>
        <w:rFonts w:ascii="Arial" w:hAnsi="Arial" w:cs="Arial"/>
        <w:sz w:val="16"/>
      </w:rPr>
      <w:t>Labor</w:t>
    </w:r>
    <w:r w:rsidR="00473D62">
      <w:rPr>
        <w:rFonts w:ascii="Arial" w:hAnsi="Arial" w:cs="Arial"/>
        <w:sz w:val="16"/>
      </w:rPr>
      <w:t xml:space="preserve"> </w:t>
    </w:r>
    <w:r w:rsidR="00FE33F2">
      <w:rPr>
        <w:rFonts w:ascii="Arial" w:hAnsi="Arial" w:cs="Arial"/>
        <w:sz w:val="16"/>
      </w:rPr>
      <w:t>RVO</w:t>
    </w:r>
    <w:r w:rsidR="001767D7">
      <w:rPr>
        <w:rFonts w:ascii="Arial" w:hAnsi="Arial" w:cs="Arial"/>
        <w:sz w:val="16"/>
      </w:rPr>
      <w:t>/Test-V  (</w:t>
    </w:r>
    <w:r w:rsidR="001767D7">
      <w:rPr>
        <w:rFonts w:ascii="Arial" w:hAnsi="Arial" w:cs="Arial"/>
        <w:sz w:val="16"/>
      </w:rPr>
      <w:t>11</w:t>
    </w:r>
    <w:bookmarkStart w:id="0" w:name="_GoBack"/>
    <w:bookmarkEnd w:id="0"/>
    <w:r w:rsidR="00473D62">
      <w:rPr>
        <w:rFonts w:ascii="Arial" w:hAnsi="Arial" w:cs="Arial"/>
        <w:sz w:val="16"/>
      </w:rPr>
      <w:t>/2020)</w:t>
    </w:r>
    <w:r w:rsidRPr="00817F54">
      <w:rPr>
        <w:rFonts w:ascii="Arial" w:hAnsi="Arial" w:cs="Arial"/>
        <w:sz w:val="16"/>
      </w:rPr>
      <w:tab/>
    </w:r>
    <w:r w:rsidRPr="00817F54">
      <w:rPr>
        <w:rFonts w:ascii="Arial" w:hAnsi="Arial" w:cs="Arial"/>
        <w:sz w:val="16"/>
      </w:rPr>
      <w:tab/>
    </w:r>
    <w:r w:rsidR="00C72DF0" w:rsidRPr="00817F54">
      <w:rPr>
        <w:rFonts w:ascii="Arial" w:hAnsi="Arial" w:cs="Arial"/>
        <w:sz w:val="16"/>
      </w:rPr>
      <w:t xml:space="preserve">Seite </w:t>
    </w:r>
    <w:r w:rsidR="00C72DF0" w:rsidRPr="00817F54">
      <w:rPr>
        <w:rFonts w:ascii="Arial" w:hAnsi="Arial" w:cs="Arial"/>
        <w:sz w:val="16"/>
      </w:rPr>
      <w:fldChar w:fldCharType="begin"/>
    </w:r>
    <w:r w:rsidR="00C72DF0" w:rsidRPr="00817F54">
      <w:rPr>
        <w:rFonts w:ascii="Arial" w:hAnsi="Arial" w:cs="Arial"/>
        <w:sz w:val="16"/>
      </w:rPr>
      <w:instrText xml:space="preserve"> PAGE </w:instrText>
    </w:r>
    <w:r w:rsidR="00C72DF0" w:rsidRPr="00817F54">
      <w:rPr>
        <w:rFonts w:ascii="Arial" w:hAnsi="Arial" w:cs="Arial"/>
        <w:sz w:val="16"/>
      </w:rPr>
      <w:fldChar w:fldCharType="separate"/>
    </w:r>
    <w:r w:rsidR="001767D7">
      <w:rPr>
        <w:rFonts w:ascii="Arial" w:hAnsi="Arial" w:cs="Arial"/>
        <w:noProof/>
        <w:sz w:val="16"/>
      </w:rPr>
      <w:t>1</w:t>
    </w:r>
    <w:r w:rsidR="00C72DF0" w:rsidRPr="00817F54">
      <w:rPr>
        <w:rFonts w:ascii="Arial" w:hAnsi="Arial" w:cs="Arial"/>
        <w:sz w:val="16"/>
      </w:rPr>
      <w:fldChar w:fldCharType="end"/>
    </w:r>
    <w:r w:rsidR="00C72DF0" w:rsidRPr="00817F54">
      <w:rPr>
        <w:rFonts w:ascii="Arial" w:hAnsi="Arial" w:cs="Arial"/>
        <w:sz w:val="16"/>
      </w:rPr>
      <w:t xml:space="preserve"> von </w:t>
    </w:r>
    <w:r w:rsidR="00C72DF0" w:rsidRPr="00817F54">
      <w:rPr>
        <w:rFonts w:ascii="Arial" w:hAnsi="Arial" w:cs="Arial"/>
        <w:sz w:val="16"/>
      </w:rPr>
      <w:fldChar w:fldCharType="begin"/>
    </w:r>
    <w:r w:rsidR="00C72DF0" w:rsidRPr="00817F54">
      <w:rPr>
        <w:rFonts w:ascii="Arial" w:hAnsi="Arial" w:cs="Arial"/>
        <w:sz w:val="16"/>
      </w:rPr>
      <w:instrText xml:space="preserve"> NUMPAGES </w:instrText>
    </w:r>
    <w:r w:rsidR="00C72DF0" w:rsidRPr="00817F54">
      <w:rPr>
        <w:rFonts w:ascii="Arial" w:hAnsi="Arial" w:cs="Arial"/>
        <w:sz w:val="16"/>
      </w:rPr>
      <w:fldChar w:fldCharType="separate"/>
    </w:r>
    <w:r w:rsidR="001767D7">
      <w:rPr>
        <w:rFonts w:ascii="Arial" w:hAnsi="Arial" w:cs="Arial"/>
        <w:noProof/>
        <w:sz w:val="16"/>
      </w:rPr>
      <w:t>1</w:t>
    </w:r>
    <w:r w:rsidR="00C72DF0" w:rsidRPr="00817F54">
      <w:rPr>
        <w:rFonts w:ascii="Arial" w:hAnsi="Arial" w:cs="Arial"/>
        <w:sz w:val="16"/>
      </w:rPr>
      <w:fldChar w:fldCharType="end"/>
    </w:r>
  </w:p>
  <w:p w:rsidR="00887C57" w:rsidRPr="00473D62" w:rsidRDefault="00887C57" w:rsidP="00473D62">
    <w:pPr>
      <w:pStyle w:val="Fuzeile"/>
      <w:tabs>
        <w:tab w:val="clear" w:pos="9072"/>
        <w:tab w:val="right" w:pos="9921"/>
      </w:tabs>
      <w:rPr>
        <w:rFonts w:ascii="Arial" w:hAnsi="Arial" w:cs="Arial"/>
        <w:sz w:val="16"/>
      </w:rPr>
    </w:pPr>
    <w:r w:rsidRPr="007D2095">
      <w:rPr>
        <w:rFonts w:ascii="Arial" w:hAnsi="Arial" w:cs="Arial"/>
        <w:sz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3BA" w:rsidRDefault="00A373B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93F" w:rsidRDefault="00DC493F">
      <w:r>
        <w:separator/>
      </w:r>
    </w:p>
  </w:footnote>
  <w:footnote w:type="continuationSeparator" w:id="0">
    <w:p w:rsidR="00DC493F" w:rsidRDefault="00DC4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3BA" w:rsidRDefault="00A373B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69C" w:rsidRPr="00E142C6" w:rsidRDefault="00BF2592">
    <w:pPr>
      <w:pStyle w:val="Kopfzeile"/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180340</wp:posOffset>
              </wp:positionH>
              <wp:positionV relativeFrom="page">
                <wp:posOffset>5400675</wp:posOffset>
              </wp:positionV>
              <wp:extent cx="144780" cy="635"/>
              <wp:effectExtent l="8890" t="9525" r="8255" b="889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78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3ED24A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5.25pt" to="25.6pt,4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" o:allowincell="f" strokeweight=".2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180340</wp:posOffset>
              </wp:positionH>
              <wp:positionV relativeFrom="page">
                <wp:posOffset>3744595</wp:posOffset>
              </wp:positionV>
              <wp:extent cx="144780" cy="635"/>
              <wp:effectExtent l="8890" t="10795" r="8255" b="762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78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E22D80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4.85pt" to="25.6pt,2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" o:allowincell="f" strokeweight=".2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3BA" w:rsidRDefault="00A373B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E76DB"/>
    <w:multiLevelType w:val="hybridMultilevel"/>
    <w:tmpl w:val="646025A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BD"/>
    <w:rsid w:val="00005A08"/>
    <w:rsid w:val="000121AC"/>
    <w:rsid w:val="0001279A"/>
    <w:rsid w:val="00015E59"/>
    <w:rsid w:val="00017D04"/>
    <w:rsid w:val="00017EF3"/>
    <w:rsid w:val="0002696F"/>
    <w:rsid w:val="000349A3"/>
    <w:rsid w:val="000619BB"/>
    <w:rsid w:val="000745D6"/>
    <w:rsid w:val="00075EE9"/>
    <w:rsid w:val="000B1BED"/>
    <w:rsid w:val="000B3CEE"/>
    <w:rsid w:val="000C5DF1"/>
    <w:rsid w:val="000E7448"/>
    <w:rsid w:val="00106D1B"/>
    <w:rsid w:val="00115B01"/>
    <w:rsid w:val="00126038"/>
    <w:rsid w:val="001467FB"/>
    <w:rsid w:val="0015143A"/>
    <w:rsid w:val="00155325"/>
    <w:rsid w:val="001637F8"/>
    <w:rsid w:val="00166A1E"/>
    <w:rsid w:val="001767D7"/>
    <w:rsid w:val="00177D6C"/>
    <w:rsid w:val="00182351"/>
    <w:rsid w:val="001C2924"/>
    <w:rsid w:val="001C3D46"/>
    <w:rsid w:val="001D230C"/>
    <w:rsid w:val="001E5C52"/>
    <w:rsid w:val="001F279B"/>
    <w:rsid w:val="002025BF"/>
    <w:rsid w:val="0020317D"/>
    <w:rsid w:val="00206954"/>
    <w:rsid w:val="00212CBC"/>
    <w:rsid w:val="002141C9"/>
    <w:rsid w:val="0021600D"/>
    <w:rsid w:val="00216684"/>
    <w:rsid w:val="002277EA"/>
    <w:rsid w:val="00233F83"/>
    <w:rsid w:val="00246F47"/>
    <w:rsid w:val="00247AB9"/>
    <w:rsid w:val="00265780"/>
    <w:rsid w:val="00280534"/>
    <w:rsid w:val="00281054"/>
    <w:rsid w:val="002A11F3"/>
    <w:rsid w:val="002A6D53"/>
    <w:rsid w:val="002B4123"/>
    <w:rsid w:val="002C2868"/>
    <w:rsid w:val="002D5204"/>
    <w:rsid w:val="002F03E5"/>
    <w:rsid w:val="002F69BE"/>
    <w:rsid w:val="00301FED"/>
    <w:rsid w:val="00321EB8"/>
    <w:rsid w:val="00330E91"/>
    <w:rsid w:val="00333B2C"/>
    <w:rsid w:val="003369C6"/>
    <w:rsid w:val="0034063B"/>
    <w:rsid w:val="00355F04"/>
    <w:rsid w:val="00364B14"/>
    <w:rsid w:val="003837F0"/>
    <w:rsid w:val="00391F43"/>
    <w:rsid w:val="003C0A3C"/>
    <w:rsid w:val="003D0D33"/>
    <w:rsid w:val="003E5118"/>
    <w:rsid w:val="003E5231"/>
    <w:rsid w:val="00410244"/>
    <w:rsid w:val="0041154D"/>
    <w:rsid w:val="00432CE1"/>
    <w:rsid w:val="00445FB0"/>
    <w:rsid w:val="0045343E"/>
    <w:rsid w:val="00461A97"/>
    <w:rsid w:val="0046217E"/>
    <w:rsid w:val="00464652"/>
    <w:rsid w:val="00473D62"/>
    <w:rsid w:val="00483241"/>
    <w:rsid w:val="004908BB"/>
    <w:rsid w:val="004F0BF8"/>
    <w:rsid w:val="004F35B6"/>
    <w:rsid w:val="004F43EB"/>
    <w:rsid w:val="005034F3"/>
    <w:rsid w:val="005127E7"/>
    <w:rsid w:val="00512EFE"/>
    <w:rsid w:val="00514C01"/>
    <w:rsid w:val="00515BFB"/>
    <w:rsid w:val="005171FE"/>
    <w:rsid w:val="0053213C"/>
    <w:rsid w:val="00532757"/>
    <w:rsid w:val="0056689B"/>
    <w:rsid w:val="005920C7"/>
    <w:rsid w:val="005B65CF"/>
    <w:rsid w:val="005C4211"/>
    <w:rsid w:val="005C5329"/>
    <w:rsid w:val="005C538B"/>
    <w:rsid w:val="005D5DA2"/>
    <w:rsid w:val="005D6C56"/>
    <w:rsid w:val="005F2B53"/>
    <w:rsid w:val="005F45F2"/>
    <w:rsid w:val="00610408"/>
    <w:rsid w:val="00620916"/>
    <w:rsid w:val="00623AE6"/>
    <w:rsid w:val="00634821"/>
    <w:rsid w:val="006367E0"/>
    <w:rsid w:val="006421D8"/>
    <w:rsid w:val="006527D4"/>
    <w:rsid w:val="006650EC"/>
    <w:rsid w:val="00673291"/>
    <w:rsid w:val="0068016F"/>
    <w:rsid w:val="00682440"/>
    <w:rsid w:val="00697B9D"/>
    <w:rsid w:val="006B6DA9"/>
    <w:rsid w:val="006D178A"/>
    <w:rsid w:val="006E5266"/>
    <w:rsid w:val="006E5A26"/>
    <w:rsid w:val="006E7B43"/>
    <w:rsid w:val="006F043D"/>
    <w:rsid w:val="006F1D3F"/>
    <w:rsid w:val="006F3930"/>
    <w:rsid w:val="00700584"/>
    <w:rsid w:val="0070071C"/>
    <w:rsid w:val="007118F8"/>
    <w:rsid w:val="00724728"/>
    <w:rsid w:val="00726ED9"/>
    <w:rsid w:val="007301F3"/>
    <w:rsid w:val="00733E32"/>
    <w:rsid w:val="00743D76"/>
    <w:rsid w:val="00753B09"/>
    <w:rsid w:val="00770541"/>
    <w:rsid w:val="00776481"/>
    <w:rsid w:val="007904D0"/>
    <w:rsid w:val="00792043"/>
    <w:rsid w:val="00793446"/>
    <w:rsid w:val="00795746"/>
    <w:rsid w:val="007A6DFD"/>
    <w:rsid w:val="007A7AEB"/>
    <w:rsid w:val="007B24C1"/>
    <w:rsid w:val="007C6922"/>
    <w:rsid w:val="007D2095"/>
    <w:rsid w:val="007D2B5A"/>
    <w:rsid w:val="007F5A26"/>
    <w:rsid w:val="007F5B55"/>
    <w:rsid w:val="008007FE"/>
    <w:rsid w:val="00801639"/>
    <w:rsid w:val="0080735A"/>
    <w:rsid w:val="00814B5D"/>
    <w:rsid w:val="00815E1D"/>
    <w:rsid w:val="00816FA5"/>
    <w:rsid w:val="00817F54"/>
    <w:rsid w:val="00821038"/>
    <w:rsid w:val="00826C60"/>
    <w:rsid w:val="00841D65"/>
    <w:rsid w:val="0084656F"/>
    <w:rsid w:val="00855B23"/>
    <w:rsid w:val="008576B9"/>
    <w:rsid w:val="00867127"/>
    <w:rsid w:val="008835EB"/>
    <w:rsid w:val="00884A06"/>
    <w:rsid w:val="00887C57"/>
    <w:rsid w:val="008A59DC"/>
    <w:rsid w:val="008B0E27"/>
    <w:rsid w:val="008C12E0"/>
    <w:rsid w:val="008E5AFC"/>
    <w:rsid w:val="008F0318"/>
    <w:rsid w:val="008F29C5"/>
    <w:rsid w:val="00900181"/>
    <w:rsid w:val="00912275"/>
    <w:rsid w:val="00914606"/>
    <w:rsid w:val="00926F42"/>
    <w:rsid w:val="00936C07"/>
    <w:rsid w:val="00945963"/>
    <w:rsid w:val="00946210"/>
    <w:rsid w:val="00953835"/>
    <w:rsid w:val="00970DF7"/>
    <w:rsid w:val="0099549F"/>
    <w:rsid w:val="009C128E"/>
    <w:rsid w:val="009C307C"/>
    <w:rsid w:val="009C628E"/>
    <w:rsid w:val="009C7F0F"/>
    <w:rsid w:val="009E028E"/>
    <w:rsid w:val="009E0B44"/>
    <w:rsid w:val="009F53C6"/>
    <w:rsid w:val="009F679F"/>
    <w:rsid w:val="00A04F16"/>
    <w:rsid w:val="00A05D8B"/>
    <w:rsid w:val="00A11C68"/>
    <w:rsid w:val="00A373BA"/>
    <w:rsid w:val="00A479DE"/>
    <w:rsid w:val="00A53E69"/>
    <w:rsid w:val="00A5418D"/>
    <w:rsid w:val="00A64AE7"/>
    <w:rsid w:val="00A64BBD"/>
    <w:rsid w:val="00A75B16"/>
    <w:rsid w:val="00A84A2E"/>
    <w:rsid w:val="00A90073"/>
    <w:rsid w:val="00A959A8"/>
    <w:rsid w:val="00AA0D36"/>
    <w:rsid w:val="00AB147B"/>
    <w:rsid w:val="00AB29C6"/>
    <w:rsid w:val="00AB7542"/>
    <w:rsid w:val="00AD15DC"/>
    <w:rsid w:val="00AE37F9"/>
    <w:rsid w:val="00AF09D9"/>
    <w:rsid w:val="00AF5013"/>
    <w:rsid w:val="00B1069C"/>
    <w:rsid w:val="00B14FF6"/>
    <w:rsid w:val="00B17E8F"/>
    <w:rsid w:val="00B217F2"/>
    <w:rsid w:val="00B27B8A"/>
    <w:rsid w:val="00B30AD6"/>
    <w:rsid w:val="00B32683"/>
    <w:rsid w:val="00B47EDB"/>
    <w:rsid w:val="00B7044B"/>
    <w:rsid w:val="00B705BA"/>
    <w:rsid w:val="00B71134"/>
    <w:rsid w:val="00BC3048"/>
    <w:rsid w:val="00BD72A3"/>
    <w:rsid w:val="00BF178C"/>
    <w:rsid w:val="00BF2592"/>
    <w:rsid w:val="00C00220"/>
    <w:rsid w:val="00C01237"/>
    <w:rsid w:val="00C33FA3"/>
    <w:rsid w:val="00C654F6"/>
    <w:rsid w:val="00C72D96"/>
    <w:rsid w:val="00C72DF0"/>
    <w:rsid w:val="00C84468"/>
    <w:rsid w:val="00C95EFB"/>
    <w:rsid w:val="00CC4914"/>
    <w:rsid w:val="00CD2E43"/>
    <w:rsid w:val="00CD43A7"/>
    <w:rsid w:val="00CF1725"/>
    <w:rsid w:val="00D10F8B"/>
    <w:rsid w:val="00D23E89"/>
    <w:rsid w:val="00D30C5C"/>
    <w:rsid w:val="00D3566E"/>
    <w:rsid w:val="00D50E15"/>
    <w:rsid w:val="00D57052"/>
    <w:rsid w:val="00D76881"/>
    <w:rsid w:val="00D95A86"/>
    <w:rsid w:val="00DB0206"/>
    <w:rsid w:val="00DB474E"/>
    <w:rsid w:val="00DB6C17"/>
    <w:rsid w:val="00DC493F"/>
    <w:rsid w:val="00DD1718"/>
    <w:rsid w:val="00DD30B3"/>
    <w:rsid w:val="00DE1F1C"/>
    <w:rsid w:val="00DE2063"/>
    <w:rsid w:val="00E142C6"/>
    <w:rsid w:val="00E42399"/>
    <w:rsid w:val="00E447A5"/>
    <w:rsid w:val="00E528B2"/>
    <w:rsid w:val="00E55AC2"/>
    <w:rsid w:val="00E82924"/>
    <w:rsid w:val="00E926ED"/>
    <w:rsid w:val="00E928BB"/>
    <w:rsid w:val="00EA1C6F"/>
    <w:rsid w:val="00EA5E6C"/>
    <w:rsid w:val="00EA5FFA"/>
    <w:rsid w:val="00EB5F7F"/>
    <w:rsid w:val="00EB7C8A"/>
    <w:rsid w:val="00EE31E1"/>
    <w:rsid w:val="00EF4865"/>
    <w:rsid w:val="00F23438"/>
    <w:rsid w:val="00F406DB"/>
    <w:rsid w:val="00F41093"/>
    <w:rsid w:val="00F42DC8"/>
    <w:rsid w:val="00F449DE"/>
    <w:rsid w:val="00F54ADC"/>
    <w:rsid w:val="00F609BF"/>
    <w:rsid w:val="00F61160"/>
    <w:rsid w:val="00F71F57"/>
    <w:rsid w:val="00F81624"/>
    <w:rsid w:val="00F85760"/>
    <w:rsid w:val="00F97199"/>
    <w:rsid w:val="00F97F4C"/>
    <w:rsid w:val="00FA0FBB"/>
    <w:rsid w:val="00FA3D07"/>
    <w:rsid w:val="00FA4F22"/>
    <w:rsid w:val="00FA5358"/>
    <w:rsid w:val="00FB043E"/>
    <w:rsid w:val="00FB6109"/>
    <w:rsid w:val="00FC7340"/>
    <w:rsid w:val="00FE15C6"/>
    <w:rsid w:val="00FE33F2"/>
    <w:rsid w:val="00FE4846"/>
    <w:rsid w:val="00FE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2527B85-7CBB-4F3D-B0CD-91AFFEA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3930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F1D3F"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77D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900181"/>
    <w:rPr>
      <w:sz w:val="20"/>
      <w:szCs w:val="20"/>
    </w:rPr>
  </w:style>
  <w:style w:type="character" w:styleId="Funotenzeichen">
    <w:name w:val="footnote reference"/>
    <w:semiHidden/>
    <w:rsid w:val="00900181"/>
    <w:rPr>
      <w:vertAlign w:val="superscript"/>
    </w:rPr>
  </w:style>
  <w:style w:type="paragraph" w:customStyle="1" w:styleId="AutoKorrektur">
    <w:name w:val="AutoKorrektur"/>
    <w:rsid w:val="0070071C"/>
    <w:rPr>
      <w:sz w:val="24"/>
      <w:szCs w:val="24"/>
    </w:rPr>
  </w:style>
  <w:style w:type="paragraph" w:styleId="Sprechblasentext">
    <w:name w:val="Balloon Text"/>
    <w:basedOn w:val="Standard"/>
    <w:semiHidden/>
    <w:rsid w:val="008F031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5F2B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142C6"/>
    <w:pPr>
      <w:tabs>
        <w:tab w:val="center" w:pos="4536"/>
        <w:tab w:val="right" w:pos="9072"/>
      </w:tabs>
    </w:pPr>
  </w:style>
  <w:style w:type="paragraph" w:customStyle="1" w:styleId="Empfnger1">
    <w:name w:val="Empfänger1"/>
    <w:basedOn w:val="Standard"/>
    <w:rsid w:val="00B1069C"/>
    <w:pPr>
      <w:spacing w:line="240" w:lineRule="exact"/>
    </w:pPr>
    <w:rPr>
      <w:rFonts w:ascii="Arial" w:hAnsi="Arial"/>
      <w:sz w:val="22"/>
      <w:szCs w:val="20"/>
    </w:rPr>
  </w:style>
  <w:style w:type="character" w:customStyle="1" w:styleId="FuzeileZchn">
    <w:name w:val="Fußzeile Zchn"/>
    <w:basedOn w:val="Absatz-Standardschriftart"/>
    <w:link w:val="Fuzeile"/>
    <w:rsid w:val="00887C57"/>
    <w:rPr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77D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A373B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3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3E30A904.dotm</Template>
  <TotalTime>0</TotalTime>
  <Pages>1</Pages>
  <Words>129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Sammelerklärung Laborgemeinschaft</vt:lpstr>
    </vt:vector>
  </TitlesOfParts>
  <Manager/>
  <Company>Kassenärztliche Vereinigung Bayerns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Sammelerklärung Laborgemeinschaft</dc:title>
  <dc:subject/>
  <dc:creator>Edenhofer Agnes</dc:creator>
  <cp:keywords/>
  <dc:description>Stand: 10/2013_x000d_
(Anpassungen Layout 02.10.2015-Pyrkosch)</dc:description>
  <cp:lastModifiedBy>Rammensee, Erich (KVB - Regensburg)</cp:lastModifiedBy>
  <cp:revision>3</cp:revision>
  <cp:lastPrinted>2017-04-10T06:25:00Z</cp:lastPrinted>
  <dcterms:created xsi:type="dcterms:W3CDTF">2020-09-17T13:51:00Z</dcterms:created>
  <dcterms:modified xsi:type="dcterms:W3CDTF">2020-11-05T05:46:00Z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art">
    <vt:lpwstr/>
  </property>
</Properties>
</file>